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曹小臻简介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曹小臻，2006年毕业于华中科技大学，工商管理硕士。现为易美佳国际教育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合伙人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，任副总经理；国仕教育合伙人，任管理咨询课程负责人，服务的企业有中国南方航空公司、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中国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银行、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中国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工商银行等。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曾任中山大学管理学院MBA中心招生办主任、主任助理，从事MBA教育及招生工作近十年。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都学网、华章教育MBA面试辅导签约名师，广东培正学院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创业学院教师、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创业导师，担任创新思维、创业基础、大众传媒等课程教学工作。课程授课风格幽默风趣、贴近生活实际，深受学生好评，近两年均获得学校教学质量一等奖。指导大学生创新创业训练项目16项，曾指导学生团队获得“挑战杯”创新创业大赛省级银奖一项、铜奖两项，“互联网+”创业大赛省级优秀奖一项。</w:t>
      </w:r>
      <w:bookmarkStart w:id="0" w:name="_GoBack"/>
      <w:bookmarkEnd w:id="0"/>
    </w:p>
    <w:p>
      <w:pP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EE51EC"/>
    <w:rsid w:val="160307E7"/>
    <w:rsid w:val="215944F3"/>
    <w:rsid w:val="28AA5CAA"/>
    <w:rsid w:val="52EE51EC"/>
    <w:rsid w:val="65192F4E"/>
    <w:rsid w:val="6D535020"/>
    <w:rsid w:val="75C8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2018-09-20T00:59:00Z</dcterms:created>
  <dc:creator>lucien曹</dc:creator>
  <cp:lastModifiedBy>小小</cp:lastModifiedBy>
  <dcterms:modified xsi:type="dcterms:W3CDTF">2018-09-25T02:14:09Z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